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7DA4CA7E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BA66A4">
        <w:rPr>
          <w:rFonts w:cs="Arial"/>
          <w:color w:val="000000"/>
          <w:sz w:val="22"/>
        </w:rPr>
        <w:t>30</w:t>
      </w:r>
      <w:r w:rsidR="00E0231B">
        <w:rPr>
          <w:rFonts w:cs="Arial"/>
          <w:color w:val="000000"/>
          <w:sz w:val="22"/>
        </w:rPr>
        <w:t>.06</w:t>
      </w:r>
      <w:r w:rsidRPr="00316376">
        <w:rPr>
          <w:rFonts w:cs="Arial"/>
          <w:color w:val="000000"/>
          <w:sz w:val="22"/>
        </w:rPr>
        <w:t>.2025 nr JV-MAA-1/</w:t>
      </w:r>
      <w:r w:rsidR="0013797F">
        <w:rPr>
          <w:rFonts w:cs="Arial"/>
          <w:color w:val="000000"/>
          <w:sz w:val="22"/>
        </w:rPr>
        <w:t>2995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28E666F5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871B2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6B4FBA19" w14:textId="77777777" w:rsidR="008D74B5" w:rsidRPr="008D74B5" w:rsidRDefault="008D74B5" w:rsidP="008D74B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IP6852 </w:t>
            </w:r>
          </w:p>
          <w:p w14:paraId="0BE2F00C" w14:textId="6CA34465" w:rsidR="000505BA" w:rsidRPr="000B2E35" w:rsidRDefault="008D74B5" w:rsidP="008D74B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„Koeru </w:t>
            </w:r>
            <w:proofErr w:type="spellStart"/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Valila</w:t>
            </w:r>
            <w:proofErr w:type="spellEnd"/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keskpinge</w:t>
            </w:r>
            <w:proofErr w:type="spellEnd"/>
            <w:r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 rekonstrueerimine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637344DB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Sander Kulp</w:t>
            </w:r>
          </w:p>
          <w:p w14:paraId="293EFB39" w14:textId="1E063B5E" w:rsidR="000505BA" w:rsidRPr="000B2E35" w:rsidRDefault="00DC25F8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Hepta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Group Energy</w:t>
            </w:r>
            <w:r w:rsidR="00A67711"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5CA62190" w:rsidR="000505BA" w:rsidRPr="000B2E35" w:rsidRDefault="00DC25F8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12.02.2025  nr 7.1-2/25/1886-2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96A62D3" w14:textId="0F01DA44" w:rsidR="00C473E5" w:rsidRDefault="000505BA" w:rsidP="00C473E5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5525F7">
              <w:rPr>
                <w:rFonts w:ascii="Times New Roman" w:hAnsi="Times New Roman"/>
                <w:b/>
                <w:lang w:val="et-EE"/>
              </w:rPr>
              <w:t>15116</w:t>
            </w:r>
            <w:r w:rsidR="00BA75D5">
              <w:rPr>
                <w:rFonts w:ascii="Times New Roman" w:hAnsi="Times New Roman"/>
                <w:b/>
                <w:lang w:val="et-EE"/>
              </w:rPr>
              <w:t xml:space="preserve"> Vao kooli</w:t>
            </w:r>
            <w:r w:rsidR="00C473E5" w:rsidRPr="00C473E5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53F9A73E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C12E95">
              <w:rPr>
                <w:rFonts w:ascii="Times New Roman" w:hAnsi="Times New Roman"/>
                <w:bCs/>
                <w:lang w:val="et-EE"/>
              </w:rPr>
              <w:t>31403:001:0050</w:t>
            </w:r>
          </w:p>
          <w:p w14:paraId="17B972FB" w14:textId="00DA5D61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C12E95">
              <w:rPr>
                <w:rFonts w:ascii="Times New Roman" w:hAnsi="Times New Roman"/>
                <w:bCs/>
                <w:lang w:val="et-EE"/>
              </w:rPr>
              <w:t>6426850</w:t>
            </w:r>
          </w:p>
          <w:p w14:paraId="407CC513" w14:textId="53D76A8B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C12E95">
              <w:rPr>
                <w:rFonts w:ascii="Times New Roman" w:hAnsi="Times New Roman"/>
                <w:bCs/>
                <w:lang w:val="et-EE"/>
              </w:rPr>
              <w:t>15116 Vao kooli</w:t>
            </w:r>
            <w:r w:rsidRPr="00B72E9F"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0DA14518" w14:textId="61356523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14728">
              <w:rPr>
                <w:rFonts w:ascii="Times New Roman" w:hAnsi="Times New Roman"/>
                <w:bCs/>
                <w:lang w:val="et-EE"/>
              </w:rPr>
              <w:t>12194</w:t>
            </w:r>
          </w:p>
          <w:p w14:paraId="7EE45F5D" w14:textId="0A62EE7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</w:t>
            </w:r>
            <w:r w:rsidR="0026172F">
              <w:rPr>
                <w:rFonts w:ascii="Times New Roman" w:hAnsi="Times New Roman"/>
                <w:bCs/>
                <w:lang w:val="et-EE"/>
              </w:rPr>
              <w:t>, 2, 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234FF71A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863329</w:t>
            </w:r>
          </w:p>
          <w:p w14:paraId="1EDDACD9" w14:textId="363DCB87" w:rsidR="00C91854" w:rsidRPr="000B2E35" w:rsidRDefault="00BA66A4" w:rsidP="00C9185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216DF1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https://pari.kataster.ee/magic-link/6c480dd2-7113-4c0e-a4c0-05a583f781ff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6D32" w14:textId="77777777" w:rsidR="00886F46" w:rsidRDefault="00886F46">
      <w:r>
        <w:separator/>
      </w:r>
    </w:p>
  </w:endnote>
  <w:endnote w:type="continuationSeparator" w:id="0">
    <w:p w14:paraId="37CA1D8A" w14:textId="77777777" w:rsidR="00886F46" w:rsidRDefault="00886F46">
      <w:r>
        <w:continuationSeparator/>
      </w:r>
    </w:p>
  </w:endnote>
  <w:endnote w:type="continuationNotice" w:id="1">
    <w:p w14:paraId="147C008F" w14:textId="77777777" w:rsidR="00886F46" w:rsidRDefault="0088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981F" w14:textId="77777777" w:rsidR="00886F46" w:rsidRDefault="00886F46">
      <w:r>
        <w:separator/>
      </w:r>
    </w:p>
  </w:footnote>
  <w:footnote w:type="continuationSeparator" w:id="0">
    <w:p w14:paraId="6A50B3AB" w14:textId="77777777" w:rsidR="00886F46" w:rsidRDefault="00886F46">
      <w:r>
        <w:continuationSeparator/>
      </w:r>
    </w:p>
  </w:footnote>
  <w:footnote w:type="continuationNotice" w:id="1">
    <w:p w14:paraId="4A3D5CAD" w14:textId="77777777" w:rsidR="00886F46" w:rsidRDefault="0088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70C1"/>
    <w:rsid w:val="00430FA1"/>
    <w:rsid w:val="00470107"/>
    <w:rsid w:val="00491AD7"/>
    <w:rsid w:val="0049396A"/>
    <w:rsid w:val="004D1D70"/>
    <w:rsid w:val="004E5DD5"/>
    <w:rsid w:val="0050379B"/>
    <w:rsid w:val="00532D2F"/>
    <w:rsid w:val="005525F7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E49AA"/>
    <w:rsid w:val="006F595A"/>
    <w:rsid w:val="00704301"/>
    <w:rsid w:val="0070500B"/>
    <w:rsid w:val="007127AD"/>
    <w:rsid w:val="00755DE3"/>
    <w:rsid w:val="00765D62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E1639"/>
    <w:rsid w:val="00AE6B50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6c480dd2-7113-4c0e-a4c0-05a583f781f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2</Pages>
  <Words>257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2025-06-30T10:17:00Z</dcterms:created>
  <dcterms:modified xsi:type="dcterms:W3CDTF">2025-06-30T10:17:00Z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